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8D" w:rsidRPr="00EB46BA" w:rsidRDefault="000B4D8D" w:rsidP="00EB46BA">
      <w:pPr>
        <w:pStyle w:val="Heading2"/>
        <w:jc w:val="right"/>
        <w:rPr>
          <w:b w:val="0"/>
          <w:bCs w:val="0"/>
        </w:rPr>
      </w:pPr>
      <w:r w:rsidRPr="00EB46BA">
        <w:rPr>
          <w:b w:val="0"/>
          <w:bCs w:val="0"/>
        </w:rPr>
        <w:t>ПРОЕКТ</w:t>
      </w:r>
    </w:p>
    <w:p w:rsidR="000B4D8D" w:rsidRDefault="000B4D8D" w:rsidP="00076052">
      <w:pPr>
        <w:pStyle w:val="Heading2"/>
        <w:rPr>
          <w:b w:val="0"/>
          <w:bCs w:val="0"/>
        </w:rPr>
      </w:pPr>
      <w:r>
        <w:rPr>
          <w:b w:val="0"/>
          <w:bCs w:val="0"/>
        </w:rPr>
        <w:t>СОВЕТ ДЕПУТАТОВ</w:t>
      </w:r>
    </w:p>
    <w:p w:rsidR="000B4D8D" w:rsidRDefault="000B4D8D" w:rsidP="00076052">
      <w:pPr>
        <w:pStyle w:val="Heading2"/>
        <w:rPr>
          <w:b w:val="0"/>
          <w:bCs w:val="0"/>
        </w:rPr>
      </w:pPr>
      <w:r>
        <w:rPr>
          <w:b w:val="0"/>
          <w:bCs w:val="0"/>
        </w:rPr>
        <w:t xml:space="preserve"> ВЕРХ-МИЛЬТЮШИНСКОГО СЕЛЬСОВЕТА</w:t>
      </w:r>
    </w:p>
    <w:p w:rsidR="000B4D8D" w:rsidRDefault="000B4D8D" w:rsidP="00076052">
      <w:pPr>
        <w:pStyle w:val="Heading2"/>
        <w:rPr>
          <w:b w:val="0"/>
          <w:bCs w:val="0"/>
        </w:rPr>
      </w:pPr>
      <w:r>
        <w:rPr>
          <w:b w:val="0"/>
          <w:bCs w:val="0"/>
        </w:rPr>
        <w:t xml:space="preserve">ЧЕРЕПАНОВСКОГО РАЙОНА </w:t>
      </w:r>
    </w:p>
    <w:p w:rsidR="000B4D8D" w:rsidRDefault="000B4D8D" w:rsidP="00076052">
      <w:pPr>
        <w:pStyle w:val="Heading2"/>
        <w:rPr>
          <w:b w:val="0"/>
          <w:bCs w:val="0"/>
        </w:rPr>
      </w:pPr>
      <w:r>
        <w:rPr>
          <w:b w:val="0"/>
          <w:bCs w:val="0"/>
        </w:rPr>
        <w:t>НОВОСИБИРСКОЙ ОБЛАСТИ</w:t>
      </w:r>
    </w:p>
    <w:p w:rsidR="000B4D8D" w:rsidRDefault="000B4D8D" w:rsidP="00076052">
      <w:pPr>
        <w:pStyle w:val="Heading2"/>
        <w:rPr>
          <w:b w:val="0"/>
          <w:bCs w:val="0"/>
        </w:rPr>
      </w:pPr>
      <w:r>
        <w:rPr>
          <w:b w:val="0"/>
          <w:bCs w:val="0"/>
        </w:rPr>
        <w:t>(ПЯТОГО СОЗЫВА)</w:t>
      </w:r>
    </w:p>
    <w:p w:rsidR="000B4D8D" w:rsidRDefault="000B4D8D" w:rsidP="00076052">
      <w:pPr>
        <w:pStyle w:val="Heading2"/>
        <w:ind w:firstLine="708"/>
        <w:jc w:val="both"/>
      </w:pPr>
    </w:p>
    <w:p w:rsidR="000B4D8D" w:rsidRDefault="000B4D8D" w:rsidP="00076052">
      <w:pPr>
        <w:pStyle w:val="Heading2"/>
        <w:rPr>
          <w:b w:val="0"/>
          <w:bCs w:val="0"/>
        </w:rPr>
      </w:pPr>
      <w:r>
        <w:rPr>
          <w:b w:val="0"/>
          <w:bCs w:val="0"/>
        </w:rPr>
        <w:t>Р Е Ш Е Н И Е</w:t>
      </w:r>
    </w:p>
    <w:p w:rsidR="000B4D8D" w:rsidRDefault="000B4D8D" w:rsidP="00EB46BA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 двадцать восьмой сессии)</w:t>
      </w:r>
    </w:p>
    <w:p w:rsidR="000B4D8D" w:rsidRDefault="000B4D8D" w:rsidP="00076052">
      <w:pPr>
        <w:pStyle w:val="Heading3"/>
        <w:jc w:val="both"/>
        <w:rPr>
          <w:sz w:val="28"/>
          <w:szCs w:val="28"/>
        </w:rPr>
      </w:pPr>
    </w:p>
    <w:p w:rsidR="000B4D8D" w:rsidRPr="00EB46BA" w:rsidRDefault="000B4D8D" w:rsidP="00076052">
      <w:pPr>
        <w:jc w:val="both"/>
        <w:rPr>
          <w:b/>
          <w:bCs/>
          <w:sz w:val="28"/>
          <w:szCs w:val="28"/>
        </w:rPr>
      </w:pPr>
    </w:p>
    <w:p w:rsidR="000B4D8D" w:rsidRDefault="000B4D8D" w:rsidP="00076052">
      <w:pPr>
        <w:tabs>
          <w:tab w:val="left" w:pos="7875"/>
        </w:tabs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29</w:t>
      </w:r>
      <w:r w:rsidRPr="00EB46BA">
        <w:rPr>
          <w:sz w:val="28"/>
          <w:szCs w:val="28"/>
        </w:rPr>
        <w:t>.11.2018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  <w:t xml:space="preserve">      № 1</w:t>
      </w:r>
    </w:p>
    <w:p w:rsidR="000B4D8D" w:rsidRDefault="000B4D8D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0B4D8D" w:rsidRDefault="000B4D8D" w:rsidP="00076052">
      <w:pPr>
        <w:jc w:val="center"/>
        <w:rPr>
          <w:sz w:val="28"/>
          <w:szCs w:val="28"/>
        </w:rPr>
      </w:pPr>
      <w:r>
        <w:rPr>
          <w:sz w:val="28"/>
          <w:szCs w:val="28"/>
        </w:rPr>
        <w:t>О  бюджете   Верх-Мильтюшинского сельсовета  Черепановского района Новосибирской области на очередной 2019 год и плановый период 2020 и 2021 годов</w:t>
      </w:r>
    </w:p>
    <w:p w:rsidR="000B4D8D" w:rsidRDefault="000B4D8D" w:rsidP="00076052">
      <w:pPr>
        <w:jc w:val="both"/>
        <w:rPr>
          <w:sz w:val="28"/>
          <w:szCs w:val="28"/>
        </w:rPr>
      </w:pPr>
    </w:p>
    <w:p w:rsidR="000B4D8D" w:rsidRPr="00BA4979" w:rsidRDefault="000B4D8D" w:rsidP="00076052">
      <w:pPr>
        <w:ind w:firstLine="360"/>
        <w:jc w:val="both"/>
        <w:rPr>
          <w:sz w:val="28"/>
          <w:szCs w:val="28"/>
        </w:rPr>
      </w:pPr>
      <w:r w:rsidRPr="00F54BD3">
        <w:rPr>
          <w:color w:val="FF0000"/>
          <w:sz w:val="28"/>
          <w:szCs w:val="28"/>
        </w:rPr>
        <w:t xml:space="preserve">     </w:t>
      </w:r>
      <w:r w:rsidRPr="00BA4979">
        <w:rPr>
          <w:sz w:val="28"/>
          <w:szCs w:val="28"/>
        </w:rPr>
        <w:t xml:space="preserve"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процессе в муниципальном образовании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сельсовета», Законом Новосибирской области «Об областном бюджете Новосибирской области на 201</w:t>
      </w:r>
      <w:r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плановый период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годов»</w:t>
      </w:r>
    </w:p>
    <w:p w:rsidR="000B4D8D" w:rsidRPr="00BA4979" w:rsidRDefault="000B4D8D" w:rsidP="00076052">
      <w:pPr>
        <w:ind w:firstLine="36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 </w:t>
      </w:r>
    </w:p>
    <w:p w:rsidR="000B4D8D" w:rsidRPr="00BA4979" w:rsidRDefault="000B4D8D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>РЕШИЛ: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1. Утвердить основные характеристики бюджета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 сельсовета Черепановского района Новосибирской области: на очередной  201</w:t>
      </w:r>
      <w:r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1.1 прогнозируемый общий объем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 в сумме </w:t>
      </w:r>
      <w:r>
        <w:rPr>
          <w:sz w:val="28"/>
          <w:szCs w:val="28"/>
        </w:rPr>
        <w:t>15874341,00</w:t>
      </w:r>
      <w:r w:rsidRPr="004439D9">
        <w:rPr>
          <w:sz w:val="28"/>
          <w:szCs w:val="28"/>
        </w:rPr>
        <w:t xml:space="preserve"> руб.,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12940641,00</w:t>
      </w:r>
      <w:r w:rsidRPr="004439D9">
        <w:rPr>
          <w:sz w:val="28"/>
          <w:szCs w:val="28"/>
        </w:rPr>
        <w:t xml:space="preserve"> рублей</w:t>
      </w:r>
      <w:r w:rsidRPr="00BA4979">
        <w:rPr>
          <w:sz w:val="28"/>
          <w:szCs w:val="28"/>
        </w:rPr>
        <w:t>;</w:t>
      </w:r>
    </w:p>
    <w:p w:rsidR="000B4D8D" w:rsidRDefault="000B4D8D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1.2 общий объем расходов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  в </w:t>
      </w:r>
      <w:r w:rsidRPr="004439D9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15874341,00</w:t>
      </w:r>
      <w:r w:rsidRPr="004439D9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руб.  </w:t>
      </w:r>
    </w:p>
    <w:p w:rsidR="000B4D8D" w:rsidRPr="00F14B87" w:rsidRDefault="000B4D8D" w:rsidP="00F14B8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1.3  </w:t>
      </w:r>
      <w:r>
        <w:rPr>
          <w:color w:val="000000"/>
          <w:sz w:val="28"/>
          <w:szCs w:val="28"/>
        </w:rPr>
        <w:t>дефицит бюджета в сумме 0 рублей.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2. Утвердить основные характеристики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 сельсовета  Черепановского района Новосибирской области  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BA4979">
        <w:rPr>
          <w:sz w:val="28"/>
          <w:szCs w:val="28"/>
        </w:rPr>
        <w:t>: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прогнозируемый объем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8005847,00</w:t>
      </w:r>
      <w:r w:rsidRPr="00BA4979">
        <w:rPr>
          <w:sz w:val="28"/>
          <w:szCs w:val="28"/>
        </w:rPr>
        <w:t xml:space="preserve"> руб., </w:t>
      </w:r>
      <w:r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4740947,00</w:t>
      </w:r>
      <w:r w:rsidRPr="004439D9">
        <w:rPr>
          <w:sz w:val="28"/>
          <w:szCs w:val="28"/>
        </w:rPr>
        <w:t xml:space="preserve"> рублей</w:t>
      </w:r>
      <w:r w:rsidRPr="00BA497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8016612,00 </w:t>
      </w:r>
      <w:r w:rsidRPr="00BA4979">
        <w:rPr>
          <w:sz w:val="28"/>
          <w:szCs w:val="28"/>
        </w:rPr>
        <w:t>руб.</w:t>
      </w:r>
      <w:r w:rsidRPr="00521BE3">
        <w:rPr>
          <w:sz w:val="28"/>
          <w:szCs w:val="28"/>
        </w:rPr>
        <w:t xml:space="preserve"> </w:t>
      </w:r>
      <w:r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4608912,00</w:t>
      </w:r>
      <w:r w:rsidRPr="004439D9">
        <w:rPr>
          <w:sz w:val="28"/>
          <w:szCs w:val="28"/>
        </w:rPr>
        <w:t xml:space="preserve"> рублей</w:t>
      </w:r>
      <w:r w:rsidRPr="00BA4979">
        <w:rPr>
          <w:sz w:val="28"/>
          <w:szCs w:val="28"/>
        </w:rPr>
        <w:t>;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в сумме </w:t>
      </w:r>
    </w:p>
    <w:p w:rsidR="000B4D8D" w:rsidRDefault="000B4D8D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>8005847,00</w:t>
      </w:r>
      <w:r w:rsidRPr="00BA4979">
        <w:rPr>
          <w:sz w:val="28"/>
          <w:szCs w:val="28"/>
        </w:rPr>
        <w:t xml:space="preserve"> руб., на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8016612,00</w:t>
      </w:r>
      <w:r w:rsidRPr="00BA4979">
        <w:rPr>
          <w:sz w:val="28"/>
          <w:szCs w:val="28"/>
        </w:rPr>
        <w:t xml:space="preserve"> руб. </w:t>
      </w:r>
    </w:p>
    <w:p w:rsidR="000B4D8D" w:rsidRPr="00F14B87" w:rsidRDefault="000B4D8D" w:rsidP="00F14B8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2.3 </w:t>
      </w:r>
      <w:r>
        <w:rPr>
          <w:color w:val="000000"/>
          <w:sz w:val="28"/>
          <w:szCs w:val="28"/>
        </w:rPr>
        <w:t>дефицит бюджета на 2020 год в сумме 0 рублей и на 2021 год в сумме 0 рублей.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3. Утвердить  перечень главных администраторов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 в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приложению № 1 к настоящему Решению, в том числе: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1) перечень главных администраторов налоговых и неналоговых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согласно таблице 1;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2) перечень главных администраторов безвозмездных поступлений согласно таблице 2.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4. Утвердить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в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согласно приложению 2 к насто</w:t>
      </w:r>
      <w:r>
        <w:rPr>
          <w:sz w:val="28"/>
          <w:szCs w:val="28"/>
        </w:rPr>
        <w:t>я</w:t>
      </w:r>
      <w:r w:rsidRPr="00BA4979">
        <w:rPr>
          <w:sz w:val="28"/>
          <w:szCs w:val="28"/>
        </w:rPr>
        <w:t>щему Решению.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A4979">
        <w:rPr>
          <w:sz w:val="28"/>
          <w:szCs w:val="28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201</w:t>
      </w:r>
      <w:r>
        <w:rPr>
          <w:sz w:val="28"/>
          <w:szCs w:val="28"/>
        </w:rPr>
        <w:t xml:space="preserve">9 год и плановый период 2020 </w:t>
      </w:r>
      <w:r w:rsidRPr="00BA4979">
        <w:rPr>
          <w:sz w:val="28"/>
          <w:szCs w:val="28"/>
        </w:rPr>
        <w:t>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 согласно приложению № 3. 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A4979">
        <w:rPr>
          <w:sz w:val="28"/>
          <w:szCs w:val="28"/>
        </w:rPr>
        <w:t xml:space="preserve">.Утвердить доходы бюджета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по кодам бюджетной классификации доходов РФ: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согласно таблице 1 приложения №5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на 2020</w:t>
      </w:r>
      <w:r w:rsidRPr="00BA4979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годы согласно таблице 2 приложения №5</w:t>
      </w:r>
    </w:p>
    <w:p w:rsidR="000B4D8D" w:rsidRDefault="000B4D8D" w:rsidP="00F14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BA4979">
        <w:rPr>
          <w:sz w:val="28"/>
          <w:szCs w:val="28"/>
        </w:rPr>
        <w:t>. </w:t>
      </w:r>
      <w:r>
        <w:rPr>
          <w:sz w:val="28"/>
          <w:szCs w:val="28"/>
        </w:rPr>
        <w:t xml:space="preserve">Установить в пределах общего объема расходов распределение бюджетных ассигнований </w:t>
      </w:r>
      <w:r w:rsidRPr="00EA7782">
        <w:rPr>
          <w:sz w:val="28"/>
          <w:szCs w:val="28"/>
        </w:rPr>
        <w:t>по разделам, подразделам, целевым статьям и видам расходов</w:t>
      </w:r>
      <w:r>
        <w:rPr>
          <w:sz w:val="28"/>
          <w:szCs w:val="28"/>
        </w:rPr>
        <w:t xml:space="preserve"> классификации расходов бюджета:</w:t>
      </w:r>
    </w:p>
    <w:p w:rsidR="000B4D8D" w:rsidRDefault="000B4D8D" w:rsidP="00F14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 2019 год согласно таблице 1 приложения №6;</w:t>
      </w:r>
    </w:p>
    <w:p w:rsidR="000B4D8D" w:rsidRDefault="000B4D8D" w:rsidP="00F14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 2020-2021 годы согласно таблице 2 приложения №6.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. Утвердить ведомственную структуру расходов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области:</w:t>
      </w:r>
    </w:p>
    <w:p w:rsidR="000B4D8D" w:rsidRDefault="000B4D8D" w:rsidP="004B13BE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согласно таблице 1  приложения №7</w:t>
      </w:r>
    </w:p>
    <w:p w:rsidR="000B4D8D" w:rsidRDefault="000B4D8D" w:rsidP="004B13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 2020-2021 годы согласно таблице 2 приложения №7</w:t>
      </w:r>
    </w:p>
    <w:p w:rsidR="000B4D8D" w:rsidRPr="00BA4979" w:rsidRDefault="000B4D8D" w:rsidP="004B13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</w:t>
      </w:r>
      <w:r w:rsidRPr="00BA4979">
        <w:rPr>
          <w:sz w:val="28"/>
          <w:szCs w:val="28"/>
        </w:rPr>
        <w:t>. Утвердить общий объем бюджетных ассигнований, направляемых на исполнение публичных нормативных обязательств, на 201</w:t>
      </w:r>
      <w:r>
        <w:rPr>
          <w:sz w:val="28"/>
          <w:szCs w:val="28"/>
        </w:rPr>
        <w:t>9 год 0 рублей, на 2020</w:t>
      </w:r>
      <w:r w:rsidRPr="00BA4979">
        <w:rPr>
          <w:sz w:val="28"/>
          <w:szCs w:val="28"/>
        </w:rPr>
        <w:t xml:space="preserve"> год в сумме 0 рублей и на 20</w:t>
      </w:r>
      <w:r>
        <w:rPr>
          <w:sz w:val="28"/>
          <w:szCs w:val="28"/>
        </w:rPr>
        <w:t xml:space="preserve">21 </w:t>
      </w:r>
      <w:r w:rsidRPr="00BA4979">
        <w:rPr>
          <w:sz w:val="28"/>
          <w:szCs w:val="28"/>
        </w:rPr>
        <w:t>год 0 рублей.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>.Субсидии юридическим лицам, индивидуальным предпринимателям и физическим лицам производителям товаров (работ, услуг) а также некоммерческим организациям, не являющимся казенными учреждениями, предоставляются 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самоуправления, и в пределах бюджетных ассигнований, предусмотренных ведомственной структурой расходов местного бюджета на 201</w:t>
      </w:r>
      <w:r>
        <w:rPr>
          <w:sz w:val="28"/>
          <w:szCs w:val="28"/>
        </w:rPr>
        <w:t>9 год и на 2020</w:t>
      </w:r>
      <w:r w:rsidRPr="00BA4979">
        <w:rPr>
          <w:sz w:val="28"/>
          <w:szCs w:val="28"/>
        </w:rPr>
        <w:t xml:space="preserve"> - 20</w:t>
      </w:r>
      <w:r>
        <w:rPr>
          <w:sz w:val="28"/>
          <w:szCs w:val="28"/>
        </w:rPr>
        <w:t>21 годы</w:t>
      </w:r>
      <w:r w:rsidRPr="00BA4979">
        <w:rPr>
          <w:sz w:val="28"/>
          <w:szCs w:val="28"/>
        </w:rPr>
        <w:t xml:space="preserve"> согласно приложению 7 к настоящему Решению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</w:t>
      </w:r>
      <w:r>
        <w:rPr>
          <w:sz w:val="28"/>
          <w:szCs w:val="28"/>
        </w:rPr>
        <w:t>1</w:t>
      </w:r>
      <w:r w:rsidRPr="00BA4979">
        <w:rPr>
          <w:sz w:val="28"/>
          <w:szCs w:val="28"/>
        </w:rPr>
        <w:t xml:space="preserve">.Установить, что казенные учреждения и муниципальные органы </w:t>
      </w:r>
      <w:r>
        <w:rPr>
          <w:sz w:val="28"/>
          <w:szCs w:val="28"/>
        </w:rPr>
        <w:t>а</w:t>
      </w:r>
      <w:r w:rsidRPr="00BA4979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при заключении договоров (муниципальных контрактов) на поставку товаров(работ, услуг) вправе предусматривать авансовые платежи: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а) о предоставлении услуг связи, услуг проживания в гостиницах;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б) о подписке на печатные издания и об их приобретении;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в) об обучении на курсах повышения квалификации;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д) страхования;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ж)аренды;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BA4979">
        <w:rPr>
          <w:sz w:val="28"/>
          <w:szCs w:val="28"/>
        </w:rPr>
        <w:t xml:space="preserve">         1</w:t>
      </w:r>
      <w:r>
        <w:rPr>
          <w:sz w:val="28"/>
          <w:szCs w:val="28"/>
        </w:rPr>
        <w:t>2</w:t>
      </w:r>
      <w:r w:rsidRPr="00BA4979">
        <w:rPr>
          <w:sz w:val="28"/>
          <w:szCs w:val="28"/>
        </w:rPr>
        <w:t xml:space="preserve">.Установить, что средства, поступающие во временное распоряжение администрации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области, учитываются на лицевых счетах, открытых им в </w:t>
      </w:r>
      <w:r>
        <w:rPr>
          <w:sz w:val="28"/>
          <w:szCs w:val="28"/>
        </w:rPr>
        <w:t>Отделе №28</w:t>
      </w:r>
      <w:r w:rsidRPr="00BA4979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BA4979">
        <w:rPr>
          <w:sz w:val="28"/>
          <w:szCs w:val="28"/>
        </w:rPr>
        <w:t xml:space="preserve"> Федерального казначейства по Новосибирской области. </w:t>
      </w:r>
      <w:r w:rsidRPr="00BA4979">
        <w:rPr>
          <w:sz w:val="28"/>
          <w:szCs w:val="28"/>
          <w:highlight w:val="yellow"/>
        </w:rPr>
        <w:t xml:space="preserve"> </w:t>
      </w:r>
    </w:p>
    <w:p w:rsidR="000B4D8D" w:rsidRPr="00BA4979" w:rsidRDefault="000B4D8D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 1</w:t>
      </w:r>
      <w:r>
        <w:rPr>
          <w:sz w:val="28"/>
          <w:szCs w:val="28"/>
        </w:rPr>
        <w:t>3</w:t>
      </w:r>
      <w:r w:rsidRPr="00BA4979">
        <w:rPr>
          <w:sz w:val="28"/>
          <w:szCs w:val="28"/>
        </w:rPr>
        <w:t xml:space="preserve">.Утвердить объем межбюджетных трансфертов и цели предоставления, передаваемых бюджету Черепановского района из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на 201</w:t>
      </w:r>
      <w:r>
        <w:rPr>
          <w:sz w:val="28"/>
          <w:szCs w:val="28"/>
        </w:rPr>
        <w:t>9 год и плановый период 2020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21 </w:t>
      </w:r>
      <w:r w:rsidRPr="00BA4979">
        <w:rPr>
          <w:sz w:val="28"/>
          <w:szCs w:val="28"/>
        </w:rPr>
        <w:t>годов согласно приложению №4.</w:t>
      </w:r>
    </w:p>
    <w:p w:rsidR="000B4D8D" w:rsidRPr="00BA4979" w:rsidRDefault="000B4D8D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</w:t>
      </w:r>
      <w:r>
        <w:rPr>
          <w:sz w:val="28"/>
          <w:szCs w:val="28"/>
        </w:rPr>
        <w:t>4</w:t>
      </w:r>
      <w:r w:rsidRPr="00BA4979">
        <w:rPr>
          <w:sz w:val="28"/>
          <w:szCs w:val="28"/>
        </w:rPr>
        <w:t xml:space="preserve">.Утвердить объем бюджетных ассигнований дорожного фонда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сельсовета:</w:t>
      </w:r>
    </w:p>
    <w:p w:rsidR="000B4D8D" w:rsidRPr="00BA4979" w:rsidRDefault="000B4D8D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894000,00</w:t>
      </w:r>
      <w:r w:rsidRPr="00BA4979">
        <w:rPr>
          <w:sz w:val="28"/>
          <w:szCs w:val="28"/>
        </w:rPr>
        <w:t xml:space="preserve"> рублей.;</w:t>
      </w:r>
    </w:p>
    <w:p w:rsidR="000B4D8D" w:rsidRPr="00BA4979" w:rsidRDefault="000B4D8D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 на 2020 </w:t>
      </w:r>
      <w:r w:rsidRPr="00BA497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849000,00</w:t>
      </w:r>
      <w:r w:rsidRPr="00BA4979">
        <w:rPr>
          <w:sz w:val="28"/>
          <w:szCs w:val="28"/>
        </w:rPr>
        <w:t xml:space="preserve"> рублей, на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871900,00</w:t>
      </w:r>
      <w:r w:rsidRPr="00BA4979">
        <w:rPr>
          <w:sz w:val="28"/>
          <w:szCs w:val="28"/>
        </w:rPr>
        <w:t xml:space="preserve"> рублей    </w:t>
      </w:r>
    </w:p>
    <w:p w:rsidR="000B4D8D" w:rsidRPr="00BA4979" w:rsidRDefault="000B4D8D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1</w:t>
      </w:r>
      <w:r>
        <w:rPr>
          <w:sz w:val="28"/>
          <w:szCs w:val="28"/>
        </w:rPr>
        <w:t>5</w:t>
      </w:r>
      <w:r w:rsidRPr="00BA4979">
        <w:rPr>
          <w:sz w:val="28"/>
          <w:szCs w:val="28"/>
        </w:rPr>
        <w:t>. Установить источники финансирования дефицита местного бюджета: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согласно таблице 1 приложения №8 к настоящему Решению;</w:t>
      </w:r>
    </w:p>
    <w:p w:rsidR="000B4D8D" w:rsidRPr="00BA4979" w:rsidRDefault="000B4D8D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на 2020</w:t>
      </w:r>
      <w:r w:rsidRPr="00BA4979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годы согласно таблице 2 приложения №8 к настоящему Решению;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</w:t>
      </w:r>
      <w:r>
        <w:rPr>
          <w:sz w:val="28"/>
          <w:szCs w:val="28"/>
        </w:rPr>
        <w:t>16</w:t>
      </w:r>
      <w:r w:rsidRPr="00BA4979">
        <w:rPr>
          <w:sz w:val="28"/>
          <w:szCs w:val="28"/>
        </w:rPr>
        <w:t xml:space="preserve">.Установить верхний предел муниципального долга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на 1 января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в сумме 0 рублей, на 1 января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в сумме 0 тыс. рублей, и на 1 января 20</w:t>
      </w:r>
      <w:r>
        <w:rPr>
          <w:sz w:val="28"/>
          <w:szCs w:val="28"/>
        </w:rPr>
        <w:t>22</w:t>
      </w:r>
      <w:r w:rsidRPr="00BA4979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в сумме 0 тыс. рублей.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17</w:t>
      </w:r>
      <w:r w:rsidRPr="00BA4979">
        <w:rPr>
          <w:sz w:val="28"/>
          <w:szCs w:val="28"/>
        </w:rPr>
        <w:t xml:space="preserve">. Установить предельный объем муниципального долга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 района Новосибирской области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на 2020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рублей.</w:t>
      </w:r>
    </w:p>
    <w:p w:rsidR="000B4D8D" w:rsidRPr="00BA4979" w:rsidRDefault="000B4D8D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18</w:t>
      </w:r>
      <w:r w:rsidRPr="00BA4979">
        <w:rPr>
          <w:sz w:val="28"/>
          <w:szCs w:val="28"/>
        </w:rPr>
        <w:t xml:space="preserve">. Установить объем расходов на обслуживание муниципального долга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 района Новосибирской области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0 тыс. рублей, на 2020 </w:t>
      </w:r>
      <w:r w:rsidRPr="00BA4979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21 </w:t>
      </w:r>
      <w:r w:rsidRPr="00BA4979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рублей.        </w:t>
      </w:r>
    </w:p>
    <w:p w:rsidR="000B4D8D" w:rsidRPr="00BA4979" w:rsidRDefault="000B4D8D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19</w:t>
      </w:r>
      <w:r w:rsidRPr="00BA4979">
        <w:rPr>
          <w:sz w:val="28"/>
          <w:szCs w:val="28"/>
        </w:rPr>
        <w:t>.Утвердить программу муниципальных гарантий на очередной 201</w:t>
      </w:r>
      <w:r>
        <w:rPr>
          <w:sz w:val="28"/>
          <w:szCs w:val="28"/>
        </w:rPr>
        <w:t>9 год и плановый период 2020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к настоящему Решению;</w:t>
      </w:r>
    </w:p>
    <w:p w:rsidR="000B4D8D" w:rsidRDefault="000B4D8D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>.Утвердить программу муниципальных заимствований на очередной 201</w:t>
      </w:r>
      <w:r>
        <w:rPr>
          <w:sz w:val="28"/>
          <w:szCs w:val="28"/>
        </w:rPr>
        <w:t>9 год и плановый период 2020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согласно приложению №1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настоящему Решению; </w:t>
      </w:r>
    </w:p>
    <w:p w:rsidR="000B4D8D" w:rsidRPr="00BA4979" w:rsidRDefault="000B4D8D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21.Установить резервный фонд администрации Верх-Мильтюшинского сельсовета Черепановского района Новосибирской области на очередной 2019 год 2000,00 рублей, плановый 2020 год 2000,00 рублей, плановый 2021 год 2000,00 рублей</w:t>
      </w:r>
    </w:p>
    <w:p w:rsidR="000B4D8D" w:rsidRPr="000066B4" w:rsidRDefault="000B4D8D" w:rsidP="00D719F5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2</w:t>
      </w:r>
      <w:r>
        <w:rPr>
          <w:sz w:val="28"/>
          <w:szCs w:val="28"/>
        </w:rPr>
        <w:t>2</w:t>
      </w:r>
      <w:r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В случае если органы местного самоуправления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наделяются  отдельными государственными полномочиями в соответствии с федеральными законами и законами субъекта Российской Федерации, реализация таких полномочий  осуществляется в пределах переданных материальных и финансовых средств</w:t>
      </w:r>
    </w:p>
    <w:p w:rsidR="000B4D8D" w:rsidRDefault="000B4D8D" w:rsidP="00076052">
      <w:pPr>
        <w:jc w:val="both"/>
        <w:rPr>
          <w:sz w:val="28"/>
          <w:szCs w:val="28"/>
        </w:rPr>
      </w:pPr>
      <w:r w:rsidRPr="000066B4">
        <w:rPr>
          <w:sz w:val="28"/>
          <w:szCs w:val="28"/>
        </w:rPr>
        <w:t xml:space="preserve">      2</w:t>
      </w:r>
      <w:r>
        <w:rPr>
          <w:sz w:val="28"/>
          <w:szCs w:val="28"/>
        </w:rPr>
        <w:t>3</w:t>
      </w:r>
      <w:r w:rsidRPr="000066B4">
        <w:rPr>
          <w:sz w:val="28"/>
          <w:szCs w:val="28"/>
        </w:rPr>
        <w:t xml:space="preserve">.Опубликовать не позднее 10 дней после подписания Главой </w:t>
      </w:r>
      <w:r>
        <w:rPr>
          <w:sz w:val="28"/>
          <w:szCs w:val="28"/>
        </w:rPr>
        <w:t>Верх-Мильтюшинского</w:t>
      </w:r>
      <w:r w:rsidRPr="000066B4">
        <w:rPr>
          <w:sz w:val="28"/>
          <w:szCs w:val="28"/>
        </w:rPr>
        <w:t xml:space="preserve"> сельсовета проекта бюджета </w:t>
      </w:r>
      <w:r>
        <w:rPr>
          <w:sz w:val="28"/>
          <w:szCs w:val="28"/>
        </w:rPr>
        <w:t>Верх-Мильтюшинского</w:t>
      </w:r>
      <w:r w:rsidRPr="000066B4">
        <w:rPr>
          <w:sz w:val="28"/>
          <w:szCs w:val="28"/>
        </w:rPr>
        <w:t xml:space="preserve"> сельсовета Черепановского района на очередной 201</w:t>
      </w:r>
      <w:r>
        <w:rPr>
          <w:sz w:val="28"/>
          <w:szCs w:val="28"/>
        </w:rPr>
        <w:t>9</w:t>
      </w:r>
      <w:r w:rsidRPr="000066B4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2020</w:t>
      </w:r>
      <w:r w:rsidRPr="000066B4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0066B4">
        <w:rPr>
          <w:sz w:val="28"/>
          <w:szCs w:val="28"/>
        </w:rPr>
        <w:t xml:space="preserve"> годов в информационной газете «</w:t>
      </w:r>
      <w:r>
        <w:rPr>
          <w:sz w:val="28"/>
          <w:szCs w:val="28"/>
        </w:rPr>
        <w:t>Верх-Мильтюшинские</w:t>
      </w:r>
      <w:r w:rsidRPr="000066B4">
        <w:rPr>
          <w:sz w:val="28"/>
          <w:szCs w:val="28"/>
        </w:rPr>
        <w:t xml:space="preserve"> Ведомости».</w:t>
      </w:r>
    </w:p>
    <w:p w:rsidR="000B4D8D" w:rsidRPr="000066B4" w:rsidRDefault="000B4D8D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24. Настоящее решение вступает в силу с 01 января 2019 года.</w:t>
      </w:r>
    </w:p>
    <w:p w:rsidR="000B4D8D" w:rsidRPr="00BA4979" w:rsidRDefault="000B4D8D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</w:t>
      </w:r>
    </w:p>
    <w:p w:rsidR="000B4D8D" w:rsidRPr="00BA4979" w:rsidRDefault="000B4D8D" w:rsidP="00076052">
      <w:pPr>
        <w:jc w:val="both"/>
        <w:rPr>
          <w:sz w:val="28"/>
          <w:szCs w:val="28"/>
        </w:rPr>
      </w:pPr>
    </w:p>
    <w:p w:rsidR="000B4D8D" w:rsidRPr="00BA4979" w:rsidRDefault="000B4D8D" w:rsidP="00076052">
      <w:pPr>
        <w:jc w:val="both"/>
        <w:rPr>
          <w:sz w:val="28"/>
          <w:szCs w:val="28"/>
        </w:rPr>
      </w:pPr>
    </w:p>
    <w:p w:rsidR="000B4D8D" w:rsidRPr="002B089A" w:rsidRDefault="000B4D8D" w:rsidP="004B1BEB">
      <w:pPr>
        <w:ind w:firstLine="567"/>
        <w:jc w:val="both"/>
        <w:rPr>
          <w:sz w:val="28"/>
          <w:szCs w:val="28"/>
        </w:rPr>
      </w:pPr>
      <w:r w:rsidRPr="002B089A">
        <w:rPr>
          <w:sz w:val="28"/>
          <w:szCs w:val="28"/>
        </w:rPr>
        <w:t xml:space="preserve">Глава Верх-Мильтюшинского сельсовета </w:t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  <w:t>Ф.Л.Лукьянюк</w:t>
      </w:r>
    </w:p>
    <w:p w:rsidR="000B4D8D" w:rsidRPr="002B089A" w:rsidRDefault="000B4D8D" w:rsidP="004B1BEB">
      <w:pPr>
        <w:ind w:firstLine="567"/>
        <w:jc w:val="both"/>
        <w:rPr>
          <w:sz w:val="28"/>
          <w:szCs w:val="28"/>
        </w:rPr>
      </w:pPr>
    </w:p>
    <w:p w:rsidR="000B4D8D" w:rsidRPr="002B089A" w:rsidRDefault="000B4D8D" w:rsidP="004B1B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B089A">
        <w:rPr>
          <w:sz w:val="28"/>
          <w:szCs w:val="28"/>
        </w:rPr>
        <w:t xml:space="preserve">редседатель Совета депутатов                            </w:t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  <w:t>C.А.Капицкая</w:t>
      </w:r>
    </w:p>
    <w:p w:rsidR="000B4D8D" w:rsidRPr="001007B1" w:rsidRDefault="000B4D8D" w:rsidP="00076052">
      <w:pPr>
        <w:jc w:val="both"/>
        <w:rPr>
          <w:b/>
          <w:bCs/>
          <w:sz w:val="28"/>
          <w:szCs w:val="28"/>
        </w:rPr>
      </w:pPr>
    </w:p>
    <w:p w:rsidR="000B4D8D" w:rsidRPr="00BA4979" w:rsidRDefault="000B4D8D" w:rsidP="00076052">
      <w:pPr>
        <w:jc w:val="both"/>
        <w:rPr>
          <w:sz w:val="28"/>
          <w:szCs w:val="28"/>
        </w:rPr>
      </w:pPr>
    </w:p>
    <w:p w:rsidR="000B4D8D" w:rsidRPr="00BA4979" w:rsidRDefault="000B4D8D" w:rsidP="00076052">
      <w:pPr>
        <w:jc w:val="both"/>
        <w:rPr>
          <w:sz w:val="28"/>
          <w:szCs w:val="28"/>
        </w:rPr>
      </w:pPr>
    </w:p>
    <w:p w:rsidR="000B4D8D" w:rsidRPr="00BA4979" w:rsidRDefault="000B4D8D">
      <w:pPr>
        <w:jc w:val="both"/>
      </w:pPr>
    </w:p>
    <w:sectPr w:rsidR="000B4D8D" w:rsidRPr="00BA4979" w:rsidSect="00BB2C4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D8D" w:rsidRDefault="000B4D8D" w:rsidP="006360EF">
      <w:r>
        <w:separator/>
      </w:r>
    </w:p>
  </w:endnote>
  <w:endnote w:type="continuationSeparator" w:id="0">
    <w:p w:rsidR="000B4D8D" w:rsidRDefault="000B4D8D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D8D" w:rsidRDefault="000B4D8D" w:rsidP="006360EF">
      <w:r>
        <w:separator/>
      </w:r>
    </w:p>
  </w:footnote>
  <w:footnote w:type="continuationSeparator" w:id="0">
    <w:p w:rsidR="000B4D8D" w:rsidRDefault="000B4D8D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8D" w:rsidRDefault="000B4D8D" w:rsidP="00F54AB5">
    <w:pPr>
      <w:pStyle w:val="Header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968"/>
    <w:rsid w:val="0000039F"/>
    <w:rsid w:val="000066B4"/>
    <w:rsid w:val="00012769"/>
    <w:rsid w:val="00017C87"/>
    <w:rsid w:val="00057234"/>
    <w:rsid w:val="00063202"/>
    <w:rsid w:val="00071F4E"/>
    <w:rsid w:val="00076052"/>
    <w:rsid w:val="000B4D8D"/>
    <w:rsid w:val="000C7440"/>
    <w:rsid w:val="000D1207"/>
    <w:rsid w:val="000D7156"/>
    <w:rsid w:val="000F1C3D"/>
    <w:rsid w:val="001007B1"/>
    <w:rsid w:val="00112B86"/>
    <w:rsid w:val="001149CB"/>
    <w:rsid w:val="0012003B"/>
    <w:rsid w:val="00120863"/>
    <w:rsid w:val="00137C7C"/>
    <w:rsid w:val="00144E27"/>
    <w:rsid w:val="00156EF4"/>
    <w:rsid w:val="00161158"/>
    <w:rsid w:val="00161864"/>
    <w:rsid w:val="00172983"/>
    <w:rsid w:val="00185A5A"/>
    <w:rsid w:val="001938AD"/>
    <w:rsid w:val="001B22CC"/>
    <w:rsid w:val="00237D10"/>
    <w:rsid w:val="00271D84"/>
    <w:rsid w:val="00272C79"/>
    <w:rsid w:val="00290130"/>
    <w:rsid w:val="002A72EA"/>
    <w:rsid w:val="002B089A"/>
    <w:rsid w:val="003834A1"/>
    <w:rsid w:val="003B3D2C"/>
    <w:rsid w:val="003D65BC"/>
    <w:rsid w:val="003D7B3B"/>
    <w:rsid w:val="003E3A1D"/>
    <w:rsid w:val="003F4C6A"/>
    <w:rsid w:val="003F6CA9"/>
    <w:rsid w:val="00427DB3"/>
    <w:rsid w:val="00437528"/>
    <w:rsid w:val="004439D9"/>
    <w:rsid w:val="00466CAC"/>
    <w:rsid w:val="00473A15"/>
    <w:rsid w:val="00480F2C"/>
    <w:rsid w:val="00482421"/>
    <w:rsid w:val="004B13BE"/>
    <w:rsid w:val="004B1BEB"/>
    <w:rsid w:val="004B3A6E"/>
    <w:rsid w:val="004C1487"/>
    <w:rsid w:val="004C3766"/>
    <w:rsid w:val="004E5957"/>
    <w:rsid w:val="004F6D42"/>
    <w:rsid w:val="005062F4"/>
    <w:rsid w:val="00521BE3"/>
    <w:rsid w:val="00531807"/>
    <w:rsid w:val="005403FC"/>
    <w:rsid w:val="00542448"/>
    <w:rsid w:val="005509F6"/>
    <w:rsid w:val="0056208B"/>
    <w:rsid w:val="00562BCF"/>
    <w:rsid w:val="00587252"/>
    <w:rsid w:val="00591026"/>
    <w:rsid w:val="005B6252"/>
    <w:rsid w:val="005D28D5"/>
    <w:rsid w:val="00604FAA"/>
    <w:rsid w:val="00605375"/>
    <w:rsid w:val="00617B0A"/>
    <w:rsid w:val="00634A4D"/>
    <w:rsid w:val="006360EF"/>
    <w:rsid w:val="00673B5E"/>
    <w:rsid w:val="00674236"/>
    <w:rsid w:val="006A1320"/>
    <w:rsid w:val="006B697A"/>
    <w:rsid w:val="006C5796"/>
    <w:rsid w:val="006F252C"/>
    <w:rsid w:val="00702A67"/>
    <w:rsid w:val="00727517"/>
    <w:rsid w:val="00730A34"/>
    <w:rsid w:val="00763968"/>
    <w:rsid w:val="007C69C3"/>
    <w:rsid w:val="007D22DB"/>
    <w:rsid w:val="008C6D29"/>
    <w:rsid w:val="008D3DC4"/>
    <w:rsid w:val="008E0639"/>
    <w:rsid w:val="008E269F"/>
    <w:rsid w:val="008F37ED"/>
    <w:rsid w:val="00924B4D"/>
    <w:rsid w:val="0092738E"/>
    <w:rsid w:val="00942BFD"/>
    <w:rsid w:val="00942DC9"/>
    <w:rsid w:val="00957B2E"/>
    <w:rsid w:val="0097009D"/>
    <w:rsid w:val="0098672B"/>
    <w:rsid w:val="009A0A23"/>
    <w:rsid w:val="00A13B60"/>
    <w:rsid w:val="00A1639B"/>
    <w:rsid w:val="00A62D2A"/>
    <w:rsid w:val="00A87173"/>
    <w:rsid w:val="00A939BF"/>
    <w:rsid w:val="00AB2F6F"/>
    <w:rsid w:val="00AC22E3"/>
    <w:rsid w:val="00B1696F"/>
    <w:rsid w:val="00B22AC1"/>
    <w:rsid w:val="00B3596D"/>
    <w:rsid w:val="00B43517"/>
    <w:rsid w:val="00B66D2B"/>
    <w:rsid w:val="00B72A1F"/>
    <w:rsid w:val="00B94946"/>
    <w:rsid w:val="00BA4979"/>
    <w:rsid w:val="00BB07D1"/>
    <w:rsid w:val="00BB2C45"/>
    <w:rsid w:val="00BB6922"/>
    <w:rsid w:val="00BD1B6D"/>
    <w:rsid w:val="00BE174F"/>
    <w:rsid w:val="00BE52FE"/>
    <w:rsid w:val="00BF23D0"/>
    <w:rsid w:val="00BF4848"/>
    <w:rsid w:val="00C04591"/>
    <w:rsid w:val="00C1788C"/>
    <w:rsid w:val="00C341DA"/>
    <w:rsid w:val="00C71682"/>
    <w:rsid w:val="00CA0429"/>
    <w:rsid w:val="00CF2A69"/>
    <w:rsid w:val="00D53182"/>
    <w:rsid w:val="00D719F5"/>
    <w:rsid w:val="00D76550"/>
    <w:rsid w:val="00D82401"/>
    <w:rsid w:val="00DF0FA6"/>
    <w:rsid w:val="00E26351"/>
    <w:rsid w:val="00E513AA"/>
    <w:rsid w:val="00E76529"/>
    <w:rsid w:val="00EA7782"/>
    <w:rsid w:val="00EB46BA"/>
    <w:rsid w:val="00ED0CC8"/>
    <w:rsid w:val="00F06265"/>
    <w:rsid w:val="00F14B87"/>
    <w:rsid w:val="00F2359B"/>
    <w:rsid w:val="00F25509"/>
    <w:rsid w:val="00F54AB5"/>
    <w:rsid w:val="00F54BD3"/>
    <w:rsid w:val="00F80225"/>
    <w:rsid w:val="00FE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68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3968"/>
    <w:pPr>
      <w:keepNext/>
      <w:jc w:val="center"/>
      <w:outlineLvl w:val="1"/>
    </w:pPr>
    <w:rPr>
      <w:rFonts w:eastAsia="Arial Unicode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3968"/>
    <w:pPr>
      <w:keepNext/>
      <w:jc w:val="center"/>
      <w:outlineLvl w:val="2"/>
    </w:pPr>
    <w:rPr>
      <w:rFonts w:eastAsia="Arial Unicode MS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63968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63968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76396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6360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60E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360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60EF"/>
    <w:rPr>
      <w:rFonts w:ascii="Times New Roman" w:hAnsi="Times New Roman" w:cs="Times New Roman"/>
      <w:sz w:val="24"/>
      <w:szCs w:val="24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A13B6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13B60"/>
    <w:rPr>
      <w:rFonts w:ascii="Tahoma" w:hAnsi="Tahoma" w:cs="Tahoma"/>
      <w:sz w:val="16"/>
      <w:szCs w:val="16"/>
      <w:lang w:eastAsia="ru-RU"/>
    </w:rPr>
  </w:style>
  <w:style w:type="character" w:customStyle="1" w:styleId="w">
    <w:name w:val="w"/>
    <w:basedOn w:val="DefaultParagraphFont"/>
    <w:uiPriority w:val="99"/>
    <w:rsid w:val="00942BFD"/>
  </w:style>
  <w:style w:type="character" w:customStyle="1" w:styleId="apple-converted-space">
    <w:name w:val="apple-converted-space"/>
    <w:basedOn w:val="DefaultParagraphFont"/>
    <w:uiPriority w:val="99"/>
    <w:rsid w:val="00942BFD"/>
  </w:style>
  <w:style w:type="paragraph" w:styleId="List">
    <w:name w:val="List"/>
    <w:basedOn w:val="Normal"/>
    <w:uiPriority w:val="99"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7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733</TotalTime>
  <Pages>5</Pages>
  <Words>1482</Words>
  <Characters>8454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Customer</cp:lastModifiedBy>
  <cp:revision>41</cp:revision>
  <cp:lastPrinted>2018-12-06T10:14:00Z</cp:lastPrinted>
  <dcterms:created xsi:type="dcterms:W3CDTF">2015-11-27T04:50:00Z</dcterms:created>
  <dcterms:modified xsi:type="dcterms:W3CDTF">2018-12-06T10:15:00Z</dcterms:modified>
</cp:coreProperties>
</file>